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AF4" w:rsidRDefault="00936171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bookmarkStart w:id="4" w:name="_GoBack"/>
      <w:bookmarkEnd w:id="4"/>
      <w:r w:rsidRPr="00936171">
        <w:rPr>
          <w:rFonts w:asciiTheme="majorHAnsi" w:eastAsia="Times New Roman" w:hAnsiTheme="majorHAnsi" w:cs="Times New Roman"/>
          <w:lang w:eastAsia="cs-CZ"/>
        </w:rPr>
        <w:t>Příloha č. 5</w:t>
      </w:r>
      <w:r w:rsidR="004C5AF4" w:rsidRPr="00936171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:rsidR="003B0220" w:rsidRPr="00646F3D" w:rsidRDefault="003B0220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646F3D">
        <w:rPr>
          <w:rFonts w:asciiTheme="majorHAnsi" w:eastAsia="Times New Roman" w:hAnsiTheme="majorHAnsi" w:cs="Times New Roman"/>
          <w:b/>
          <w:u w:val="single"/>
          <w:lang w:eastAsia="cs-CZ"/>
        </w:rPr>
        <w:t>Vzorové náležitosti dílčí smlouvy</w:t>
      </w:r>
    </w:p>
    <w:p w:rsidR="003B0220" w:rsidRPr="000E5CAE" w:rsidRDefault="003B0220" w:rsidP="003B0220">
      <w:pPr>
        <w:keepNext/>
        <w:numPr>
          <w:ilvl w:val="0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5" w:name="_Toc520232050"/>
      <w:bookmarkStart w:id="6" w:name="_Toc520293740"/>
      <w:bookmarkStart w:id="7" w:name="_Toc520728086"/>
      <w:bookmarkStart w:id="8" w:name="_Toc532481150"/>
      <w:bookmarkStart w:id="9" w:name="_Toc532487110"/>
      <w:bookmarkStart w:id="10" w:name="_Ref371016389"/>
      <w:bookmarkStart w:id="11" w:name="_Ref371016420"/>
      <w:r w:rsidRPr="000E5CAE">
        <w:rPr>
          <w:rFonts w:asciiTheme="majorHAnsi" w:eastAsia="Times New Roman" w:hAnsiTheme="majorHAnsi" w:cs="Arial"/>
          <w:b/>
          <w:bCs/>
          <w:caps/>
          <w:kern w:val="32"/>
        </w:rPr>
        <w:t>Specifikace plněNí</w:t>
      </w:r>
      <w:bookmarkEnd w:id="5"/>
      <w:bookmarkEnd w:id="6"/>
      <w:bookmarkEnd w:id="7"/>
      <w:bookmarkEnd w:id="8"/>
      <w:bookmarkEnd w:id="9"/>
    </w:p>
    <w:p w:rsidR="003B0220" w:rsidRPr="000E5CAE" w:rsidRDefault="003B0220" w:rsidP="003B0220">
      <w:pPr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Times New Roman"/>
          <w:bCs/>
          <w:iCs/>
          <w:highlight w:val="yellow"/>
        </w:rPr>
      </w:pP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Předmětem této Dílčí smlouvy je provedení Modifikace Software v souladu a za dalších podmínek dle přílohy č. 1 k této Dílčí smlouvě. Účelem provedení takové Modifikace je:</w:t>
      </w:r>
    </w:p>
    <w:p w:rsidR="003B0220" w:rsidRPr="000E5CAE" w:rsidRDefault="003B0220" w:rsidP="003B0220">
      <w:pPr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rPr>
          <w:rFonts w:asciiTheme="majorHAnsi" w:eastAsia="Times New Roman" w:hAnsiTheme="majorHAnsi" w:cs="Times New Roman"/>
          <w:highlight w:val="yellow"/>
        </w:rPr>
      </w:pPr>
      <w:r w:rsidRPr="000E5CAE">
        <w:rPr>
          <w:rFonts w:asciiTheme="majorHAnsi" w:eastAsia="Times New Roman" w:hAnsiTheme="majorHAnsi" w:cs="Times New Roman"/>
          <w:highlight w:val="yellow"/>
        </w:rPr>
        <w:t>[</w:t>
      </w:r>
      <w:r w:rsidRPr="000E5CAE">
        <w:rPr>
          <w:rFonts w:asciiTheme="majorHAnsi" w:eastAsia="Times New Roman" w:hAnsiTheme="majorHAnsi" w:cs="Times New Roman"/>
          <w:i/>
          <w:highlight w:val="yellow"/>
        </w:rPr>
        <w:t>DOPLNÍ OBJEDNATEL</w:t>
      </w:r>
      <w:r w:rsidRPr="000E5CAE">
        <w:rPr>
          <w:rFonts w:asciiTheme="majorHAnsi" w:eastAsia="Times New Roman" w:hAnsiTheme="majorHAnsi" w:cs="Times New Roman"/>
          <w:highlight w:val="yellow"/>
        </w:rPr>
        <w:t>]</w:t>
      </w:r>
    </w:p>
    <w:p w:rsidR="003B0220" w:rsidRPr="000E5CAE" w:rsidRDefault="003B0220" w:rsidP="003B0220">
      <w:pPr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Times New Roman"/>
          <w:bCs/>
          <w:iCs/>
          <w:highlight w:val="yellow"/>
        </w:rPr>
      </w:pP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Součástí Plnění dle této Dílčí smlouvy je dále:</w:t>
      </w:r>
    </w:p>
    <w:p w:rsidR="003B0220" w:rsidRPr="000E5CAE" w:rsidRDefault="003B0220" w:rsidP="003B0220">
      <w:pPr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rPr>
          <w:rFonts w:asciiTheme="majorHAnsi" w:eastAsia="Times New Roman" w:hAnsiTheme="majorHAnsi" w:cs="Times New Roman"/>
          <w:highlight w:val="yellow"/>
        </w:rPr>
      </w:pPr>
      <w:r w:rsidRPr="000E5CAE">
        <w:rPr>
          <w:rFonts w:asciiTheme="majorHAnsi" w:eastAsia="Times New Roman" w:hAnsiTheme="majorHAnsi" w:cs="Times New Roman"/>
          <w:highlight w:val="yellow"/>
        </w:rPr>
        <w:t>[</w:t>
      </w:r>
      <w:r w:rsidRPr="000E5CAE">
        <w:rPr>
          <w:rFonts w:asciiTheme="majorHAnsi" w:eastAsia="Times New Roman" w:hAnsiTheme="majorHAnsi" w:cs="Times New Roman"/>
          <w:i/>
          <w:highlight w:val="yellow"/>
        </w:rPr>
        <w:t>DOPLNÍ OBJEDNATEL</w:t>
      </w:r>
      <w:r w:rsidRPr="000E5CAE">
        <w:rPr>
          <w:rFonts w:asciiTheme="majorHAnsi" w:eastAsia="Times New Roman" w:hAnsiTheme="majorHAnsi" w:cs="Times New Roman"/>
          <w:highlight w:val="yellow"/>
        </w:rPr>
        <w:t>]</w:t>
      </w:r>
    </w:p>
    <w:p w:rsidR="003B0220" w:rsidRPr="000E5CAE" w:rsidRDefault="003B0220" w:rsidP="003B0220">
      <w:pPr>
        <w:keepNext/>
        <w:numPr>
          <w:ilvl w:val="0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2" w:name="_Toc520293741"/>
      <w:bookmarkStart w:id="13" w:name="_Toc520728087"/>
      <w:bookmarkStart w:id="14" w:name="_Toc532481151"/>
      <w:bookmarkStart w:id="15" w:name="_Toc532487111"/>
      <w:bookmarkStart w:id="16" w:name="_Toc520232052"/>
      <w:r w:rsidRPr="000E5CAE">
        <w:rPr>
          <w:rFonts w:asciiTheme="majorHAnsi" w:eastAsia="Times New Roman" w:hAnsiTheme="majorHAnsi" w:cs="Arial"/>
          <w:b/>
          <w:bCs/>
          <w:caps/>
          <w:kern w:val="32"/>
        </w:rPr>
        <w:t>Cena</w:t>
      </w:r>
      <w:bookmarkEnd w:id="12"/>
      <w:bookmarkEnd w:id="13"/>
      <w:bookmarkEnd w:id="14"/>
      <w:bookmarkEnd w:id="15"/>
      <w:r w:rsidRPr="000E5CAE">
        <w:rPr>
          <w:rFonts w:asciiTheme="majorHAnsi" w:eastAsia="Times New Roman" w:hAnsiTheme="majorHAnsi" w:cs="Arial"/>
          <w:b/>
          <w:bCs/>
          <w:caps/>
          <w:kern w:val="32"/>
        </w:rPr>
        <w:t xml:space="preserve"> </w:t>
      </w:r>
    </w:p>
    <w:p w:rsidR="003B0220" w:rsidRPr="000E5CAE" w:rsidRDefault="003B0220" w:rsidP="003B0220">
      <w:pPr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Times New Roman"/>
          <w:highlight w:val="yellow"/>
        </w:rPr>
      </w:pP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Zhotoviteli náleží za provedení této Dílčí smlouvy Cena v celkové výši [</w:t>
      </w:r>
      <w:r w:rsidRPr="000E5CAE">
        <w:rPr>
          <w:rFonts w:asciiTheme="majorHAnsi" w:eastAsia="Times New Roman" w:hAnsiTheme="majorHAnsi" w:cs="Arial"/>
          <w:bCs/>
          <w:i/>
          <w:iCs/>
          <w:highlight w:val="yellow"/>
        </w:rPr>
        <w:t>DOPLNÍ OBJEDNATEL</w:t>
      </w: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]:</w:t>
      </w:r>
    </w:p>
    <w:p w:rsidR="003B0220" w:rsidRPr="000E5CAE" w:rsidRDefault="003B0220" w:rsidP="003B0220">
      <w:pPr>
        <w:keepNext/>
        <w:numPr>
          <w:ilvl w:val="0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7" w:name="_Toc520293742"/>
      <w:bookmarkStart w:id="18" w:name="_Toc520728088"/>
      <w:bookmarkStart w:id="19" w:name="_Toc532481152"/>
      <w:bookmarkStart w:id="20" w:name="_Toc532487112"/>
      <w:r w:rsidRPr="000E5CAE">
        <w:rPr>
          <w:rFonts w:asciiTheme="majorHAnsi" w:eastAsia="Times New Roman" w:hAnsiTheme="majorHAnsi" w:cs="Arial"/>
          <w:b/>
          <w:bCs/>
          <w:caps/>
          <w:kern w:val="32"/>
        </w:rPr>
        <w:t>Časový harmonogram</w:t>
      </w:r>
      <w:bookmarkEnd w:id="16"/>
      <w:bookmarkEnd w:id="17"/>
      <w:bookmarkEnd w:id="18"/>
      <w:bookmarkEnd w:id="19"/>
      <w:bookmarkEnd w:id="20"/>
    </w:p>
    <w:p w:rsidR="003B0220" w:rsidRPr="000E5CAE" w:rsidRDefault="003B0220" w:rsidP="003B0220">
      <w:pPr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Times New Roman"/>
          <w:bCs/>
          <w:iCs/>
          <w:highlight w:val="yellow"/>
        </w:rPr>
      </w:pPr>
      <w:bookmarkStart w:id="21" w:name="_Toc520728089"/>
      <w:bookmarkStart w:id="22" w:name="_Toc532481153"/>
      <w:bookmarkStart w:id="23" w:name="_Toc532487113"/>
      <w:bookmarkStart w:id="24" w:name="_Toc520232053"/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Zhotovitel je povinen provést Plnění dle této Dílčí smlouvy v souladu s tímto Harmonogramem:</w:t>
      </w:r>
      <w:bookmarkEnd w:id="21"/>
      <w:bookmarkEnd w:id="22"/>
      <w:bookmarkEnd w:id="23"/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1739"/>
        <w:gridCol w:w="1738"/>
        <w:gridCol w:w="1738"/>
        <w:gridCol w:w="1738"/>
        <w:gridCol w:w="1739"/>
      </w:tblGrid>
      <w:tr w:rsidR="003B0220" w:rsidRPr="000728F9" w:rsidTr="00113508"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25" w:name="_Toc520728090"/>
            <w:bookmarkStart w:id="26" w:name="_Toc532481154"/>
            <w:bookmarkStart w:id="27" w:name="_Toc532487114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Část Plnění</w:t>
            </w:r>
            <w:bookmarkEnd w:id="25"/>
            <w:bookmarkEnd w:id="26"/>
            <w:bookmarkEnd w:id="27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28" w:name="_Toc520728091"/>
            <w:bookmarkStart w:id="29" w:name="_Toc532481155"/>
            <w:bookmarkStart w:id="30" w:name="_Toc532487115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Stručný popis</w:t>
            </w:r>
            <w:bookmarkEnd w:id="28"/>
            <w:bookmarkEnd w:id="29"/>
            <w:bookmarkEnd w:id="30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31" w:name="_Toc520728092"/>
            <w:bookmarkStart w:id="32" w:name="_Toc532481156"/>
            <w:bookmarkStart w:id="33" w:name="_Toc532487116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Datum zahájení</w:t>
            </w:r>
            <w:bookmarkEnd w:id="31"/>
            <w:bookmarkEnd w:id="32"/>
            <w:bookmarkEnd w:id="33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34" w:name="_Toc520728093"/>
            <w:bookmarkStart w:id="35" w:name="_Toc532481157"/>
            <w:bookmarkStart w:id="36" w:name="_Toc532487117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Datum provedení</w:t>
            </w:r>
            <w:bookmarkEnd w:id="34"/>
            <w:bookmarkEnd w:id="35"/>
            <w:bookmarkEnd w:id="36"/>
          </w:p>
        </w:tc>
        <w:tc>
          <w:tcPr>
            <w:tcW w:w="1843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37" w:name="_Toc520728094"/>
            <w:bookmarkStart w:id="38" w:name="_Toc532481158"/>
            <w:bookmarkStart w:id="39" w:name="_Toc532487118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Poznámka</w:t>
            </w:r>
            <w:bookmarkEnd w:id="37"/>
            <w:bookmarkEnd w:id="38"/>
            <w:bookmarkEnd w:id="39"/>
          </w:p>
        </w:tc>
      </w:tr>
      <w:tr w:rsidR="003B0220" w:rsidRPr="000728F9" w:rsidTr="00113508"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40" w:name="_Toc520728095"/>
            <w:bookmarkStart w:id="41" w:name="_Toc532481159"/>
            <w:bookmarkStart w:id="42" w:name="_Toc532487119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40"/>
            <w:bookmarkEnd w:id="41"/>
            <w:bookmarkEnd w:id="42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43" w:name="_Toc520728096"/>
            <w:bookmarkStart w:id="44" w:name="_Toc532481160"/>
            <w:bookmarkStart w:id="45" w:name="_Toc532487120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43"/>
            <w:bookmarkEnd w:id="44"/>
            <w:bookmarkEnd w:id="45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46" w:name="_Toc520728097"/>
            <w:bookmarkStart w:id="47" w:name="_Toc532481161"/>
            <w:bookmarkStart w:id="48" w:name="_Toc532487121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T + 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46"/>
            <w:bookmarkEnd w:id="47"/>
            <w:bookmarkEnd w:id="48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49" w:name="_Toc520728098"/>
            <w:bookmarkStart w:id="50" w:name="_Toc532481162"/>
            <w:bookmarkStart w:id="51" w:name="_Toc532487122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T + 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49"/>
            <w:bookmarkEnd w:id="50"/>
            <w:bookmarkEnd w:id="51"/>
          </w:p>
        </w:tc>
        <w:tc>
          <w:tcPr>
            <w:tcW w:w="1843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52" w:name="_Toc520728099"/>
            <w:bookmarkStart w:id="53" w:name="_Toc532481163"/>
            <w:bookmarkStart w:id="54" w:name="_Toc532487123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52"/>
            <w:bookmarkEnd w:id="53"/>
            <w:bookmarkEnd w:id="54"/>
          </w:p>
        </w:tc>
      </w:tr>
      <w:tr w:rsidR="003B0220" w:rsidRPr="000728F9" w:rsidTr="00113508"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55" w:name="_Toc520728100"/>
            <w:bookmarkStart w:id="56" w:name="_Toc532481164"/>
            <w:bookmarkStart w:id="57" w:name="_Toc532487124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55"/>
            <w:bookmarkEnd w:id="56"/>
            <w:bookmarkEnd w:id="57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58" w:name="_Toc520728101"/>
            <w:bookmarkStart w:id="59" w:name="_Toc532481165"/>
            <w:bookmarkStart w:id="60" w:name="_Toc532487125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58"/>
            <w:bookmarkEnd w:id="59"/>
            <w:bookmarkEnd w:id="60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61" w:name="_Toc520728102"/>
            <w:bookmarkStart w:id="62" w:name="_Toc532481166"/>
            <w:bookmarkStart w:id="63" w:name="_Toc532487126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T + 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61"/>
            <w:bookmarkEnd w:id="62"/>
            <w:bookmarkEnd w:id="63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64" w:name="_Toc520728103"/>
            <w:bookmarkStart w:id="65" w:name="_Toc532481167"/>
            <w:bookmarkStart w:id="66" w:name="_Toc532487127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T + 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64"/>
            <w:bookmarkEnd w:id="65"/>
            <w:bookmarkEnd w:id="66"/>
          </w:p>
        </w:tc>
        <w:tc>
          <w:tcPr>
            <w:tcW w:w="1843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67" w:name="_Toc520728104"/>
            <w:bookmarkStart w:id="68" w:name="_Toc532481168"/>
            <w:bookmarkStart w:id="69" w:name="_Toc532487128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67"/>
            <w:bookmarkEnd w:id="68"/>
            <w:bookmarkEnd w:id="69"/>
          </w:p>
        </w:tc>
      </w:tr>
    </w:tbl>
    <w:p w:rsidR="003B0220" w:rsidRPr="000E5CAE" w:rsidRDefault="003B0220" w:rsidP="003B0220">
      <w:pPr>
        <w:spacing w:before="120" w:after="120" w:line="240" w:lineRule="auto"/>
        <w:outlineLvl w:val="1"/>
        <w:rPr>
          <w:rFonts w:asciiTheme="majorHAnsi" w:eastAsia="Times New Roman" w:hAnsiTheme="majorHAnsi" w:cs="Times New Roman"/>
          <w:bCs/>
          <w:iCs/>
          <w:highlight w:val="yellow"/>
        </w:rPr>
      </w:pPr>
      <w:bookmarkStart w:id="70" w:name="_Toc520728105"/>
      <w:bookmarkStart w:id="71" w:name="_Toc532481169"/>
      <w:bookmarkStart w:id="72" w:name="_Toc532487129"/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T = okamžik nabytí účinnosti Dílčí smlouvy.</w:t>
      </w:r>
      <w:bookmarkEnd w:id="70"/>
      <w:bookmarkEnd w:id="71"/>
      <w:bookmarkEnd w:id="72"/>
    </w:p>
    <w:p w:rsidR="003B0220" w:rsidRPr="000E5CAE" w:rsidRDefault="003B0220" w:rsidP="003B0220">
      <w:pPr>
        <w:keepNext/>
        <w:numPr>
          <w:ilvl w:val="0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73" w:name="_Toc520293744"/>
      <w:bookmarkStart w:id="74" w:name="_Toc519940699"/>
      <w:bookmarkStart w:id="75" w:name="_Toc519959122"/>
      <w:bookmarkStart w:id="76" w:name="_Toc519940700"/>
      <w:bookmarkStart w:id="77" w:name="_Toc519959123"/>
      <w:bookmarkStart w:id="78" w:name="_Toc519940706"/>
      <w:bookmarkStart w:id="79" w:name="_Toc519959129"/>
      <w:bookmarkStart w:id="80" w:name="_Toc519940707"/>
      <w:bookmarkStart w:id="81" w:name="_Toc519959130"/>
      <w:bookmarkStart w:id="82" w:name="_Toc519940708"/>
      <w:bookmarkStart w:id="83" w:name="_Toc519959131"/>
      <w:bookmarkStart w:id="84" w:name="_Toc519940713"/>
      <w:bookmarkStart w:id="85" w:name="_Toc519959136"/>
      <w:bookmarkStart w:id="86" w:name="_Toc519940714"/>
      <w:bookmarkStart w:id="87" w:name="_Toc519959137"/>
      <w:bookmarkStart w:id="88" w:name="_Toc519940715"/>
      <w:bookmarkStart w:id="89" w:name="_Toc519959138"/>
      <w:bookmarkStart w:id="90" w:name="_Toc515618133"/>
      <w:bookmarkStart w:id="91" w:name="_Toc517860032"/>
      <w:bookmarkStart w:id="92" w:name="_Toc517956413"/>
      <w:bookmarkStart w:id="93" w:name="_Toc519517002"/>
      <w:bookmarkStart w:id="94" w:name="_Toc519525581"/>
      <w:bookmarkStart w:id="95" w:name="_Toc519940718"/>
      <w:bookmarkStart w:id="96" w:name="_Toc519959141"/>
      <w:bookmarkStart w:id="97" w:name="_Toc520232055"/>
      <w:bookmarkStart w:id="98" w:name="_Toc520293746"/>
      <w:bookmarkStart w:id="99" w:name="_Toc520728107"/>
      <w:bookmarkStart w:id="100" w:name="_Toc532481171"/>
      <w:bookmarkStart w:id="101" w:name="_Toc532487131"/>
      <w:bookmarkEnd w:id="10"/>
      <w:bookmarkEnd w:id="11"/>
      <w:bookmarkEnd w:id="24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r w:rsidRPr="000E5CAE">
        <w:rPr>
          <w:rFonts w:asciiTheme="majorHAnsi" w:eastAsia="Times New Roman" w:hAnsiTheme="majorHAnsi" w:cs="Arial"/>
          <w:b/>
          <w:bCs/>
          <w:caps/>
          <w:kern w:val="32"/>
        </w:rPr>
        <w:t>Školení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3B0220" w:rsidRPr="000E5CAE" w:rsidRDefault="003B0220" w:rsidP="003B0220">
      <w:pPr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Times New Roman"/>
          <w:bCs/>
          <w:iCs/>
          <w:highlight w:val="yellow"/>
        </w:rPr>
      </w:pP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 xml:space="preserve">Zhotovitel je v rámci Plnění této Dílčí smlouvy provést rovněž Školení uživatelů/administrátorů a to za následujících podmínek: </w:t>
      </w:r>
    </w:p>
    <w:p w:rsidR="003B0220" w:rsidRPr="000E5CAE" w:rsidRDefault="003B0220" w:rsidP="003B0220">
      <w:pPr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rPr>
          <w:rFonts w:asciiTheme="majorHAnsi" w:eastAsia="Times New Roman" w:hAnsiTheme="majorHAnsi" w:cs="Times New Roman"/>
          <w:highlight w:val="yellow"/>
        </w:rPr>
      </w:pPr>
      <w:r w:rsidRPr="000E5CAE">
        <w:rPr>
          <w:rFonts w:asciiTheme="majorHAnsi" w:eastAsia="Times New Roman" w:hAnsiTheme="majorHAnsi" w:cs="Times New Roman"/>
          <w:highlight w:val="yellow"/>
        </w:rPr>
        <w:t>Školení bude trvat osm (8) hodin;</w:t>
      </w:r>
    </w:p>
    <w:p w:rsidR="003B0220" w:rsidRPr="000E5CAE" w:rsidRDefault="003B0220" w:rsidP="003B0220">
      <w:pPr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rPr>
          <w:rFonts w:asciiTheme="majorHAnsi" w:eastAsia="Times New Roman" w:hAnsiTheme="majorHAnsi" w:cs="Times New Roman"/>
          <w:highlight w:val="yellow"/>
        </w:rPr>
      </w:pPr>
      <w:r w:rsidRPr="000E5CAE">
        <w:rPr>
          <w:rFonts w:asciiTheme="majorHAnsi" w:eastAsia="Times New Roman" w:hAnsiTheme="majorHAnsi" w:cs="Times New Roman"/>
          <w:highlight w:val="yellow"/>
        </w:rPr>
        <w:t>v rámci Školení proškolí Zhotovitel až [</w:t>
      </w:r>
      <w:r w:rsidRPr="000E5CAE">
        <w:rPr>
          <w:rFonts w:asciiTheme="majorHAnsi" w:eastAsia="Times New Roman" w:hAnsiTheme="majorHAnsi" w:cs="Times New Roman"/>
          <w:i/>
          <w:highlight w:val="yellow"/>
        </w:rPr>
        <w:t>DOPLNÍ OBJEDNATEL</w:t>
      </w:r>
      <w:r w:rsidRPr="000E5CAE">
        <w:rPr>
          <w:rFonts w:asciiTheme="majorHAnsi" w:eastAsia="Times New Roman" w:hAnsiTheme="majorHAnsi" w:cs="Times New Roman"/>
          <w:highlight w:val="yellow"/>
        </w:rPr>
        <w:t xml:space="preserve">] uživatelů; </w:t>
      </w:r>
    </w:p>
    <w:p w:rsidR="003B0220" w:rsidRPr="000E5CAE" w:rsidRDefault="003B0220" w:rsidP="003B0220">
      <w:pPr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rPr>
          <w:rFonts w:asciiTheme="majorHAnsi" w:eastAsia="Times New Roman" w:hAnsiTheme="majorHAnsi" w:cs="Times New Roman"/>
          <w:highlight w:val="yellow"/>
        </w:rPr>
      </w:pPr>
      <w:r w:rsidRPr="000E5CAE">
        <w:rPr>
          <w:rFonts w:asciiTheme="majorHAnsi" w:eastAsia="Times New Roman" w:hAnsiTheme="majorHAnsi" w:cs="Times New Roman"/>
          <w:highlight w:val="yellow"/>
        </w:rPr>
        <w:t>místem provádění Školení je [</w:t>
      </w:r>
      <w:r w:rsidRPr="000E5CAE">
        <w:rPr>
          <w:rFonts w:asciiTheme="majorHAnsi" w:eastAsia="Times New Roman" w:hAnsiTheme="majorHAnsi" w:cs="Times New Roman"/>
          <w:i/>
          <w:highlight w:val="yellow"/>
        </w:rPr>
        <w:t>DOPLNÍ OBJEDNATEL</w:t>
      </w:r>
      <w:r w:rsidRPr="000E5CAE">
        <w:rPr>
          <w:rFonts w:asciiTheme="majorHAnsi" w:eastAsia="Times New Roman" w:hAnsiTheme="majorHAnsi" w:cs="Times New Roman"/>
          <w:highlight w:val="yellow"/>
        </w:rPr>
        <w:t>].</w:t>
      </w:r>
    </w:p>
    <w:p w:rsidR="003B0220" w:rsidRPr="000E5CAE" w:rsidRDefault="003B0220" w:rsidP="003B0220">
      <w:pPr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Times New Roman"/>
          <w:bCs/>
          <w:iCs/>
          <w:highlight w:val="yellow"/>
        </w:rPr>
      </w:pP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Školení bude probíhat na poslední aktuální verzi Modifikace umístěné na Testovacím prostředí.</w:t>
      </w:r>
    </w:p>
    <w:p w:rsidR="003B0220" w:rsidRPr="000E5CAE" w:rsidRDefault="003B0220" w:rsidP="003B0220">
      <w:pPr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Times New Roman"/>
          <w:bCs/>
          <w:iCs/>
          <w:highlight w:val="yellow"/>
        </w:rPr>
      </w:pP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[</w:t>
      </w:r>
      <w:r w:rsidRPr="000E5CAE">
        <w:rPr>
          <w:rFonts w:asciiTheme="majorHAnsi" w:eastAsia="Times New Roman" w:hAnsiTheme="majorHAnsi" w:cs="Times New Roman"/>
          <w:bCs/>
          <w:i/>
          <w:iCs/>
          <w:highlight w:val="yellow"/>
        </w:rPr>
        <w:t>OBJEDNATEL DOPLNÍ DALŠÍ PODMÍNKY PROVÁDĚNÍ ŠKOLENÍ</w:t>
      </w: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]</w:t>
      </w:r>
    </w:p>
    <w:p w:rsidR="003B0220" w:rsidRPr="000E5CAE" w:rsidRDefault="003B0220" w:rsidP="003B0220">
      <w:pPr>
        <w:keepNext/>
        <w:numPr>
          <w:ilvl w:val="0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0E5CAE">
        <w:rPr>
          <w:rFonts w:asciiTheme="majorHAnsi" w:eastAsia="Times New Roman" w:hAnsiTheme="majorHAnsi" w:cs="Arial"/>
          <w:b/>
          <w:bCs/>
          <w:caps/>
          <w:kern w:val="32"/>
        </w:rPr>
        <w:t>Další požadavky objednatele</w:t>
      </w:r>
    </w:p>
    <w:p w:rsidR="003B0220" w:rsidRPr="000E5CAE" w:rsidRDefault="003B0220" w:rsidP="003B0220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Arial"/>
          <w:bCs/>
          <w:iCs/>
        </w:rPr>
      </w:pP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[</w:t>
      </w:r>
      <w:r w:rsidRPr="000E5CAE">
        <w:rPr>
          <w:rFonts w:asciiTheme="majorHAnsi" w:eastAsia="Times New Roman" w:hAnsiTheme="majorHAnsi" w:cs="Arial"/>
          <w:bCs/>
          <w:i/>
          <w:iCs/>
          <w:highlight w:val="yellow"/>
        </w:rPr>
        <w:t>JE MOŽNÉ ROZPRACOVAT DLE POTŘEB OBJEDNATELE VE VZTAHU KE KONKRÉTNÍ VEŘEJNÉ ZAKÁZCE</w:t>
      </w:r>
      <w:r w:rsidRPr="000E5CAE">
        <w:rPr>
          <w:rFonts w:asciiTheme="majorHAnsi" w:eastAsia="Times New Roman" w:hAnsiTheme="majorHAnsi" w:cs="Arial"/>
          <w:bCs/>
          <w:iCs/>
          <w:highlight w:val="yellow"/>
        </w:rPr>
        <w:t>.</w:t>
      </w: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]</w:t>
      </w:r>
    </w:p>
    <w:bookmarkEnd w:id="0"/>
    <w:bookmarkEnd w:id="1"/>
    <w:bookmarkEnd w:id="2"/>
    <w:bookmarkEnd w:id="3"/>
    <w:p w:rsidR="003B0220" w:rsidRPr="003B0220" w:rsidRDefault="003B0220" w:rsidP="003B0220">
      <w:pPr>
        <w:rPr>
          <w:rFonts w:asciiTheme="majorHAnsi" w:eastAsia="Times New Roman" w:hAnsiTheme="majorHAnsi" w:cs="Times New Roman"/>
          <w:b/>
          <w:caps/>
          <w:kern w:val="20"/>
        </w:rPr>
      </w:pPr>
    </w:p>
    <w:sectPr w:rsidR="003B0220" w:rsidRPr="003B0220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B83" w:rsidRDefault="00897B83" w:rsidP="00962258">
      <w:pPr>
        <w:spacing w:after="0" w:line="240" w:lineRule="auto"/>
      </w:pPr>
      <w:r>
        <w:separator/>
      </w:r>
    </w:p>
  </w:endnote>
  <w:endnote w:type="continuationSeparator" w:id="0">
    <w:p w:rsidR="00897B83" w:rsidRDefault="00897B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56C" w:rsidRDefault="00B665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022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022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D5BD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9003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3617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3617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665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5F5F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CAA8C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B83" w:rsidRDefault="00897B83" w:rsidP="00962258">
      <w:pPr>
        <w:spacing w:after="0" w:line="240" w:lineRule="auto"/>
      </w:pPr>
      <w:r>
        <w:separator/>
      </w:r>
    </w:p>
  </w:footnote>
  <w:footnote w:type="continuationSeparator" w:id="0">
    <w:p w:rsidR="00897B83" w:rsidRDefault="00897B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56C" w:rsidRDefault="00B665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D48"/>
    <w:rsid w:val="00072C1E"/>
    <w:rsid w:val="00083A04"/>
    <w:rsid w:val="00087D48"/>
    <w:rsid w:val="000E23A7"/>
    <w:rsid w:val="0010693F"/>
    <w:rsid w:val="00114472"/>
    <w:rsid w:val="001364FA"/>
    <w:rsid w:val="001550BC"/>
    <w:rsid w:val="001605B9"/>
    <w:rsid w:val="00170EC5"/>
    <w:rsid w:val="001747C1"/>
    <w:rsid w:val="00184743"/>
    <w:rsid w:val="00207A23"/>
    <w:rsid w:val="00207DF5"/>
    <w:rsid w:val="00280E07"/>
    <w:rsid w:val="00292FB1"/>
    <w:rsid w:val="002A2C36"/>
    <w:rsid w:val="002C31BF"/>
    <w:rsid w:val="002D08B1"/>
    <w:rsid w:val="002E0CD7"/>
    <w:rsid w:val="00341DCF"/>
    <w:rsid w:val="00357BC6"/>
    <w:rsid w:val="003956C6"/>
    <w:rsid w:val="003B0220"/>
    <w:rsid w:val="00441430"/>
    <w:rsid w:val="00450F07"/>
    <w:rsid w:val="00453CD3"/>
    <w:rsid w:val="00460660"/>
    <w:rsid w:val="00486107"/>
    <w:rsid w:val="00491827"/>
    <w:rsid w:val="004B348C"/>
    <w:rsid w:val="004C4399"/>
    <w:rsid w:val="004C5AF4"/>
    <w:rsid w:val="004C787C"/>
    <w:rsid w:val="004D2F42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6F3D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25D5"/>
    <w:rsid w:val="007E4A6E"/>
    <w:rsid w:val="007F56A7"/>
    <w:rsid w:val="00807DD0"/>
    <w:rsid w:val="008659F3"/>
    <w:rsid w:val="00886D4B"/>
    <w:rsid w:val="00895406"/>
    <w:rsid w:val="00897B83"/>
    <w:rsid w:val="008A3568"/>
    <w:rsid w:val="008D03B9"/>
    <w:rsid w:val="008F18D6"/>
    <w:rsid w:val="00904780"/>
    <w:rsid w:val="00922385"/>
    <w:rsid w:val="009223DF"/>
    <w:rsid w:val="00923DE9"/>
    <w:rsid w:val="00936091"/>
    <w:rsid w:val="00936171"/>
    <w:rsid w:val="00940D8A"/>
    <w:rsid w:val="00962258"/>
    <w:rsid w:val="009678B7"/>
    <w:rsid w:val="009833E1"/>
    <w:rsid w:val="00992D9C"/>
    <w:rsid w:val="00996CB8"/>
    <w:rsid w:val="009B14A9"/>
    <w:rsid w:val="009B2E97"/>
    <w:rsid w:val="009D6442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6656C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1452"/>
    <w:rsid w:val="00FD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8FDC5B"/>
  <w14:defaultImageDpi w14:val="32767"/>
  <w15:docId w15:val="{5C521409-0D03-4B7E-8306-21588123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7D48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locked/>
    <w:rsid w:val="003B02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7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A9E85F-56CC-428D-B930-B69B5846F9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DD31AC5-E24A-4025-9B4C-4AF547D14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10</TotalTime>
  <Pages>1</Pages>
  <Words>206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10</cp:revision>
  <cp:lastPrinted>2017-11-28T17:18:00Z</cp:lastPrinted>
  <dcterms:created xsi:type="dcterms:W3CDTF">2020-02-20T06:55:00Z</dcterms:created>
  <dcterms:modified xsi:type="dcterms:W3CDTF">2022-06-22T08:26:00Z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